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B6C" w:rsidRDefault="00F44491">
      <w:pPr>
        <w:rPr>
          <w:sz w:val="36"/>
          <w:szCs w:val="36"/>
        </w:rPr>
      </w:pPr>
      <w:r w:rsidRPr="00F44491">
        <w:rPr>
          <w:sz w:val="36"/>
          <w:szCs w:val="36"/>
        </w:rPr>
        <w:t>Moon Over Manifest- Walter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 xml:space="preserve">Lesson </w:t>
      </w:r>
      <w:proofErr w:type="gramStart"/>
      <w:r>
        <w:rPr>
          <w:sz w:val="36"/>
          <w:szCs w:val="36"/>
        </w:rPr>
        <w:t>plan  for</w:t>
      </w:r>
      <w:proofErr w:type="gramEnd"/>
      <w:r>
        <w:rPr>
          <w:sz w:val="36"/>
          <w:szCs w:val="36"/>
        </w:rPr>
        <w:t xml:space="preserve"> book club participants after school program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>Materials- copies of the book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>!. Discussion of who was your favorite character and why.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 xml:space="preserve">2. Activity – Each student will be asked to bring a shoe box decorated with words and character names. Inside the box there should be 5 keepsake items that play a significant role in their lives </w:t>
      </w:r>
      <w:proofErr w:type="gramStart"/>
      <w:r>
        <w:rPr>
          <w:sz w:val="36"/>
          <w:szCs w:val="36"/>
        </w:rPr>
        <w:t>( like</w:t>
      </w:r>
      <w:proofErr w:type="gramEnd"/>
      <w:r>
        <w:rPr>
          <w:sz w:val="36"/>
          <w:szCs w:val="36"/>
        </w:rPr>
        <w:t xml:space="preserve"> Abilene).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 xml:space="preserve">3. Students then will write a story about their lives using the 5 items as the starting point. All items should be intertwined in the story. </w:t>
      </w:r>
    </w:p>
    <w:p w:rsidR="00F44491" w:rsidRDefault="00F44491">
      <w:pPr>
        <w:rPr>
          <w:sz w:val="36"/>
          <w:szCs w:val="36"/>
        </w:rPr>
      </w:pPr>
      <w:r>
        <w:rPr>
          <w:sz w:val="36"/>
          <w:szCs w:val="36"/>
        </w:rPr>
        <w:t>4. Next class meeting we will share our stories</w:t>
      </w:r>
      <w:bookmarkStart w:id="0" w:name="_GoBack"/>
      <w:bookmarkEnd w:id="0"/>
    </w:p>
    <w:sectPr w:rsidR="00F44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91"/>
    <w:rsid w:val="002417DE"/>
    <w:rsid w:val="005D7680"/>
    <w:rsid w:val="00F44491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E7C4260B</Template>
  <TotalTime>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2011-10-18T15:49:00Z</dcterms:created>
  <dcterms:modified xsi:type="dcterms:W3CDTF">2011-10-18T15:55:00Z</dcterms:modified>
</cp:coreProperties>
</file>